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654533FB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7171">
        <w:rPr>
          <w:rFonts w:ascii="Corbel" w:hAnsi="Corbel"/>
          <w:i/>
          <w:smallCaps/>
          <w:sz w:val="24"/>
          <w:szCs w:val="24"/>
        </w:rPr>
        <w:t>2019-2022</w:t>
      </w:r>
    </w:p>
    <w:p w14:paraId="59CEBEB6" w14:textId="2E61CF1C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EE7171">
        <w:rPr>
          <w:rFonts w:ascii="Corbel" w:hAnsi="Corbel"/>
          <w:sz w:val="20"/>
          <w:szCs w:val="20"/>
        </w:rPr>
        <w:t>1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EE7171">
        <w:rPr>
          <w:rFonts w:ascii="Corbel" w:hAnsi="Corbel"/>
          <w:sz w:val="20"/>
          <w:szCs w:val="20"/>
        </w:rPr>
        <w:t>2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40FB115F" w:rsidR="0085747A" w:rsidRPr="009808DE" w:rsidRDefault="009808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8D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13045D52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A76A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6EB80D7F" w:rsidR="00015B8F" w:rsidRPr="009C54AE" w:rsidRDefault="009808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5C80C824" w:rsidR="00DE5274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3A35F649" w:rsidR="00D76549" w:rsidRPr="00176B89" w:rsidRDefault="009808DE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747FEDD4" w:rsidR="00D76549" w:rsidRPr="00176B89" w:rsidRDefault="009808DE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FA66C" w14:textId="77777777" w:rsidR="00E6664F" w:rsidRDefault="00E6664F" w:rsidP="00C16ABF">
      <w:pPr>
        <w:spacing w:after="0" w:line="240" w:lineRule="auto"/>
      </w:pPr>
      <w:r>
        <w:separator/>
      </w:r>
    </w:p>
  </w:endnote>
  <w:endnote w:type="continuationSeparator" w:id="0">
    <w:p w14:paraId="5A0A0244" w14:textId="77777777" w:rsidR="00E6664F" w:rsidRDefault="00E666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04B0A" w14:textId="77777777" w:rsidR="00E6664F" w:rsidRDefault="00E6664F" w:rsidP="00C16ABF">
      <w:pPr>
        <w:spacing w:after="0" w:line="240" w:lineRule="auto"/>
      </w:pPr>
      <w:r>
        <w:separator/>
      </w:r>
    </w:p>
  </w:footnote>
  <w:footnote w:type="continuationSeparator" w:id="0">
    <w:p w14:paraId="4C54A4D9" w14:textId="77777777" w:rsidR="00E6664F" w:rsidRDefault="00E6664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43CF"/>
    <w:rsid w:val="00335D1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832E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6AD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08DE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5F7D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664F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EE7171"/>
    <w:rsid w:val="00F070AB"/>
    <w:rsid w:val="00F17567"/>
    <w:rsid w:val="00F205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  <w:style w:type="character" w:styleId="Odwoaniedokomentarza">
    <w:name w:val="annotation reference"/>
    <w:basedOn w:val="Domylnaczcionkaakapitu"/>
    <w:uiPriority w:val="99"/>
    <w:semiHidden/>
    <w:unhideWhenUsed/>
    <w:rsid w:val="0058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2E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2E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99BF7-A8AD-445B-9E22-C66F31403C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18</cp:revision>
  <cp:lastPrinted>2019-02-06T12:12:00Z</cp:lastPrinted>
  <dcterms:created xsi:type="dcterms:W3CDTF">2020-10-13T10:17:00Z</dcterms:created>
  <dcterms:modified xsi:type="dcterms:W3CDTF">2021-02-12T16:27:00Z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